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C92" w:rsidRDefault="0041237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-453390</wp:posOffset>
                </wp:positionV>
                <wp:extent cx="4022090" cy="4022090"/>
                <wp:effectExtent l="18415" t="13335" r="17145" b="12700"/>
                <wp:wrapNone/>
                <wp:docPr id="17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2090" cy="4022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A36949" id="Oval 37" o:spid="_x0000_s1026" style="position:absolute;margin-left:61.45pt;margin-top:-35.7pt;width:316.7pt;height:316.7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" filled="f" strokecolor="white [3212]" strokeweight="1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column">
                  <wp:posOffset>932815</wp:posOffset>
                </wp:positionH>
                <wp:positionV relativeFrom="paragraph">
                  <wp:posOffset>4431665</wp:posOffset>
                </wp:positionV>
                <wp:extent cx="3866515" cy="3866515"/>
                <wp:effectExtent l="8890" t="12065" r="10795" b="7620"/>
                <wp:wrapNone/>
                <wp:docPr id="16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6515" cy="38665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F863EA" id="Oval 46" o:spid="_x0000_s1026" style="position:absolute;margin-left:73.45pt;margin-top:348.95pt;width:304.45pt;height:304.4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" filled="f" strokecolor="white [3212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4279265</wp:posOffset>
                </wp:positionV>
                <wp:extent cx="4022090" cy="4022090"/>
                <wp:effectExtent l="18415" t="12065" r="17145" b="13970"/>
                <wp:wrapNone/>
                <wp:docPr id="15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2090" cy="4022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313DAC" id="Oval 42" o:spid="_x0000_s1026" style="position:absolute;margin-left:61.45pt;margin-top:336.95pt;width:316.7pt;height:316.7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" filled="f" strokecolor="white [3212]" strokeweight="1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column">
                  <wp:posOffset>932815</wp:posOffset>
                </wp:positionH>
                <wp:positionV relativeFrom="paragraph">
                  <wp:posOffset>-300990</wp:posOffset>
                </wp:positionV>
                <wp:extent cx="3866515" cy="3866515"/>
                <wp:effectExtent l="8890" t="13335" r="10795" b="6350"/>
                <wp:wrapNone/>
                <wp:docPr id="14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6515" cy="38665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610132" id="Oval 38" o:spid="_x0000_s1026" style="position:absolute;margin-left:73.45pt;margin-top:-23.7pt;width:304.45pt;height:304.4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" filled="f" strokecolor="white [3212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240665</wp:posOffset>
                </wp:positionV>
                <wp:extent cx="2571750" cy="676275"/>
                <wp:effectExtent l="0" t="2540" r="0" b="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Title"/>
                              <w:id w:val="187751641"/>
                              <w:placeholder>
                                <w:docPart w:val="E1DDD973526E4672B7D265AB224B9E7B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:rsidR="006B6C92" w:rsidRDefault="00412378">
                                <w:pPr>
                                  <w:pStyle w:val="CDTitle"/>
                                </w:pPr>
                                <w:r>
                                  <w:t>Meine CD-HÜlle</w:t>
                                </w:r>
                              </w:p>
                            </w:sdtContent>
                          </w:sdt>
                          <w:sdt>
                            <w:sdtPr>
                              <w:id w:val="2937510"/>
                              <w:placeholder>
                                <w:docPart w:val="PlaceholderAutotext_3"/>
                              </w:placeholder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.d.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B6C92" w:rsidRDefault="00281FE9">
                                <w:pPr>
                                  <w:pStyle w:val="CDDate"/>
                                </w:pPr>
                                <w:r>
                                  <w:rPr>
                                    <w:rFonts w:ascii="Tahoma" w:hAnsi="Tahoma" w:cs="Tahoma"/>
                                    <w:b/>
                                    <w:szCs w:val="20"/>
                                  </w:rPr>
                                  <w:t>[Datum auswählen]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4pt;margin-top:18.95pt;width:202.5pt;height:5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" filled="f" stroked="f">
                <v:textbox>
                  <w:txbxContent>
                    <w:sdt>
                      <w:sdtPr>
                        <w:alias w:val="Title"/>
                        <w:id w:val="187751641"/>
                        <w:placeholder>
                          <w:docPart w:val="E1DDD973526E4672B7D265AB224B9E7B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:rsidR="006B6C92" w:rsidRDefault="00412378">
                          <w:pPr>
                            <w:pStyle w:val="CDTitle"/>
                          </w:pPr>
                          <w:r>
                            <w:t>Meine CD-HÜlle</w:t>
                          </w:r>
                        </w:p>
                      </w:sdtContent>
                    </w:sdt>
                    <w:sdt>
                      <w:sdtPr>
                        <w:id w:val="2937510"/>
                        <w:placeholder>
                          <w:docPart w:val="PlaceholderAutotext_3"/>
                        </w:placeholder>
                        <w:showingPlcHdr/>
                        <w:dataBinding w:prefixMappings="xmlns:ns0='http://schemas.microsoft.com/office/2006/coverPageProps'" w:xpath="/ns0:CoverPageProperties[1]/ns0:PublishDate[1]" w:storeItemID="{55AF091B-3C7A-41E3-B477-F2FDAA23CFDA}"/>
                        <w:date>
                          <w:dateFormat w:val="M.d.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6B6C92" w:rsidRDefault="00281FE9">
                          <w:pPr>
                            <w:pStyle w:val="CDDate"/>
                          </w:pPr>
                          <w:r>
                            <w:rPr>
                              <w:rFonts w:ascii="Tahoma" w:hAnsi="Tahoma" w:cs="Tahoma"/>
                              <w:b/>
                              <w:szCs w:val="20"/>
                            </w:rPr>
                            <w:t>[Datum auswählen]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4973320</wp:posOffset>
                </wp:positionV>
                <wp:extent cx="2571750" cy="676275"/>
                <wp:effectExtent l="0" t="1270" r="0" b="0"/>
                <wp:wrapNone/>
                <wp:docPr id="1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Title"/>
                              <w:id w:val="187751644"/>
                              <w:placeholder>
                                <w:docPart w:val="3E9DA27D7F0341AFB9CAB6F12195585E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:rsidR="006B6C92" w:rsidRDefault="00412378">
                                <w:pPr>
                                  <w:pStyle w:val="CDTitle"/>
                                </w:pPr>
                                <w:r>
                                  <w:t>Meine CD-HÜlle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="Tahoma" w:hAnsi="Tahoma" w:cs="Tahoma"/>
                                <w:b/>
                                <w:color w:val="808080"/>
                                <w:szCs w:val="20"/>
                              </w:rPr>
                              <w:id w:val="2937520"/>
                              <w:placeholder>
                                <w:docPart w:val="PlaceholderAutotext_4"/>
                              </w:placeholder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.d.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B6C92" w:rsidRDefault="00281FE9">
                                <w:pPr>
                                  <w:pStyle w:val="CDDate"/>
                                  <w:rPr>
                                    <w:rFonts w:ascii="Tahoma" w:hAnsi="Tahoma" w:cs="Tahoma"/>
                                    <w:b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  <w:b/>
                                    <w:szCs w:val="20"/>
                                  </w:rPr>
                                  <w:t>[Datum auswählen]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7" type="#_x0000_t202" style="position:absolute;margin-left:114pt;margin-top:391.6pt;width:202.5pt;height:5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" filled="f" stroked="f">
                <v:textbox>
                  <w:txbxContent>
                    <w:sdt>
                      <w:sdtPr>
                        <w:alias w:val="Title"/>
                        <w:id w:val="187751644"/>
                        <w:placeholder>
                          <w:docPart w:val="3E9DA27D7F0341AFB9CAB6F12195585E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:rsidR="006B6C92" w:rsidRDefault="00412378">
                          <w:pPr>
                            <w:pStyle w:val="CDTitle"/>
                          </w:pPr>
                          <w:r>
                            <w:t>Meine CD-HÜlle</w:t>
                          </w:r>
                        </w:p>
                      </w:sdtContent>
                    </w:sdt>
                    <w:sdt>
                      <w:sdtPr>
                        <w:rPr>
                          <w:rFonts w:ascii="Tahoma" w:hAnsi="Tahoma" w:cs="Tahoma"/>
                          <w:b/>
                          <w:color w:val="808080"/>
                          <w:szCs w:val="20"/>
                        </w:rPr>
                        <w:id w:val="2937520"/>
                        <w:placeholder>
                          <w:docPart w:val="PlaceholderAutotext_4"/>
                        </w:placeholder>
                        <w:showingPlcHdr/>
                        <w:dataBinding w:prefixMappings="xmlns:ns0='http://schemas.microsoft.com/office/2006/coverPageProps'" w:xpath="/ns0:CoverPageProperties[1]/ns0:PublishDate[1]" w:storeItemID="{55AF091B-3C7A-41E3-B477-F2FDAA23CFDA}"/>
                        <w:date>
                          <w:dateFormat w:val="M.d.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6B6C92" w:rsidRDefault="00281FE9">
                          <w:pPr>
                            <w:pStyle w:val="CDDate"/>
                            <w:rPr>
                              <w:rFonts w:ascii="Tahoma" w:hAnsi="Tahoma" w:cs="Tahoma"/>
                              <w:b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Cs w:val="20"/>
                            </w:rPr>
                            <w:t>[Datum auswählen]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-446405</wp:posOffset>
                </wp:positionV>
                <wp:extent cx="4114800" cy="4114800"/>
                <wp:effectExtent l="16510" t="20320" r="21590" b="17780"/>
                <wp:wrapNone/>
                <wp:docPr id="11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chemeClr val="accent5">
                                      <a:lumMod val="100000"/>
                                      <a:lumOff val="0"/>
                                      <a:alpha val="50000"/>
                                    </a:schemeClr>
                                  </a:gs>
                                  <a:gs pos="50000">
                                    <a:srgbClr val="FFFFFF">
                                      <a:alpha val="50000"/>
                                    </a:srgbClr>
                                  </a:gs>
                                  <a:gs pos="100000">
                                    <a:schemeClr val="accent5">
                                      <a:lumMod val="100000"/>
                                      <a:lumOff val="0"/>
                                      <a:alpha val="50000"/>
                                    </a:schemeClr>
                                  </a:gs>
                                </a:gsLst>
                                <a:lin ang="2700000" scaled="1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28C63F" id="Oval 17" o:spid="_x0000_s1026" style="position:absolute;margin-left:53.05pt;margin-top:-35.15pt;width:324pt;height:324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" filled="f" fillcolor="#4bacc6 [3208]" strokecolor="#969696" strokeweight="2.25pt">
                <v:fill opacity=".5" o:opacity2=".5" rotate="t" angle="45" focus="50%" type="gradien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862965</wp:posOffset>
                </wp:positionV>
                <wp:extent cx="1481455" cy="1481455"/>
                <wp:effectExtent l="16510" t="15240" r="16510" b="17780"/>
                <wp:wrapNone/>
                <wp:docPr id="10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1455" cy="14814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3AEBFD" id="Oval 3" o:spid="_x0000_s1026" style="position:absolute;margin-left:156.55pt;margin-top:67.95pt;width:116.65pt;height:116.6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" fillcolor="white [3212]" strokecolor="#969696" strokeweight="2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2515870</wp:posOffset>
                </wp:positionV>
                <wp:extent cx="2571750" cy="704850"/>
                <wp:effectExtent l="0" t="1270" r="0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2937526"/>
                              <w:placeholder>
                                <w:docPart w:val="PlaceholderAutotext_5"/>
                              </w:placeholder>
                              <w:temporary/>
                              <w:showingPlcHdr/>
                            </w:sdtPr>
                            <w:sdtEndPr/>
                            <w:sdtContent>
                              <w:bookmarkStart w:id="0" w:name="_GoBack" w:displacedByCustomXml="prev"/>
                              <w:p w:rsidR="006B6C92" w:rsidRDefault="00281FE9">
                                <w:pPr>
                                  <w:pStyle w:val="Description"/>
                                </w:pPr>
                                <w:r>
                                  <w:t>[Beschreibung des CD-Inhalts eingeben]</w:t>
                                </w:r>
                              </w:p>
                              <w:bookmarkEnd w:id="0" w:displacedByCustomXml="next"/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14pt;margin-top:198.1pt;width:202.5pt;height:5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o/4tg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" filled="f" stroked="f">
                <v:textbox>
                  <w:txbxContent>
                    <w:sdt>
                      <w:sdtPr>
                        <w:id w:val="2937526"/>
                        <w:placeholder>
                          <w:docPart w:val="PlaceholderAutotext_5"/>
                        </w:placeholder>
                        <w:temporary/>
                        <w:showingPlcHdr/>
                      </w:sdtPr>
                      <w:sdtEndPr/>
                      <w:sdtContent>
                        <w:bookmarkStart w:id="1" w:name="_GoBack" w:displacedByCustomXml="prev"/>
                        <w:p w:rsidR="006B6C92" w:rsidRDefault="00281FE9">
                          <w:pPr>
                            <w:pStyle w:val="Description"/>
                          </w:pPr>
                          <w:r>
                            <w:t>[Beschreibung des CD-Inhalts eingeben]</w:t>
                          </w:r>
                        </w:p>
                        <w:bookmarkEnd w:id="1" w:displacedByCustomXml="next"/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-446405</wp:posOffset>
                </wp:positionV>
                <wp:extent cx="4114800" cy="4114800"/>
                <wp:effectExtent l="16510" t="20320" r="21590" b="17780"/>
                <wp:wrapNone/>
                <wp:docPr id="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3CDDC"/>
                            </a:gs>
                            <a:gs pos="5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rgbClr val="93CDDC"/>
                            </a:gs>
                          </a:gsLst>
                          <a:lin ang="2700000" scaled="1"/>
                        </a:gradFill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ECC661" id="Oval 2" o:spid="_x0000_s1026" style="position:absolute;margin-left:53.05pt;margin-top:-35.15pt;width:324pt;height:324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" fillcolor="#93cddc" strokecolor="#969696" strokeweight="2.25pt">
                <v:fill color2="#c4d6a0 [1942]" rotate="t" angle="45" focus="50%" type="gradien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4286250</wp:posOffset>
                </wp:positionV>
                <wp:extent cx="4114800" cy="4114800"/>
                <wp:effectExtent l="16510" t="19050" r="21590" b="19050"/>
                <wp:wrapNone/>
                <wp:docPr id="7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chemeClr val="accent5">
                                      <a:lumMod val="100000"/>
                                      <a:lumOff val="0"/>
                                      <a:alpha val="50000"/>
                                    </a:schemeClr>
                                  </a:gs>
                                  <a:gs pos="50000">
                                    <a:srgbClr val="FFFFFF">
                                      <a:alpha val="50000"/>
                                    </a:srgbClr>
                                  </a:gs>
                                  <a:gs pos="100000">
                                    <a:schemeClr val="accent5">
                                      <a:lumMod val="100000"/>
                                      <a:lumOff val="0"/>
                                      <a:alpha val="50000"/>
                                    </a:schemeClr>
                                  </a:gs>
                                </a:gsLst>
                                <a:lin ang="2700000" scaled="1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4AFD53" id="Oval 47" o:spid="_x0000_s1026" style="position:absolute;margin-left:53.05pt;margin-top:337.5pt;width:324pt;height:324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" filled="f" fillcolor="#4bacc6 [3208]" strokecolor="#969696" strokeweight="2.25pt">
                <v:fill opacity=".5" o:opacity2=".5" rotate="t" angle="45" focus="50%" type="gradien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5595620</wp:posOffset>
                </wp:positionV>
                <wp:extent cx="1481455" cy="1481455"/>
                <wp:effectExtent l="16510" t="23495" r="16510" b="19050"/>
                <wp:wrapNone/>
                <wp:docPr id="6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1455" cy="14814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9F37DE" id="Oval 45" o:spid="_x0000_s1026" style="position:absolute;margin-left:156.55pt;margin-top:440.6pt;width:116.65pt;height:116.6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" fillcolor="white [3212]" strokecolor="#969696" strokeweight="2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7248525</wp:posOffset>
                </wp:positionV>
                <wp:extent cx="2571750" cy="704850"/>
                <wp:effectExtent l="0" t="0" r="0" b="0"/>
                <wp:wrapNone/>
                <wp:docPr id="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6C92" w:rsidRDefault="00412378">
                            <w:pPr>
                              <w:pStyle w:val="Description"/>
                            </w:pPr>
                            <w:sdt>
                              <w:sdtPr>
                                <w:id w:val="2937535"/>
                                <w:placeholder>
                                  <w:docPart w:val="PlaceholderAutotext_6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81FE9">
                                  <w:t>[Beschreibung des CD-Inhalts eingeben]</w:t>
                                </w:r>
                              </w:sdtContent>
                            </w:sdt>
                            <w:r w:rsidR="00281FE9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9" type="#_x0000_t202" style="position:absolute;margin-left:114pt;margin-top:570.75pt;width:202.5pt;height:5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9Sa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" filled="f" stroked="f">
                <v:textbox>
                  <w:txbxContent>
                    <w:p w:rsidR="006B6C92" w:rsidRDefault="00412378">
                      <w:pPr>
                        <w:pStyle w:val="Description"/>
                      </w:pPr>
                      <w:sdt>
                        <w:sdtPr>
                          <w:id w:val="2937535"/>
                          <w:placeholder>
                            <w:docPart w:val="PlaceholderAutotext_6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81FE9">
                            <w:t>[Beschreibung des CD-Inhalts eingeben]</w:t>
                          </w:r>
                        </w:sdtContent>
                      </w:sdt>
                      <w:r w:rsidR="00281FE9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4286250</wp:posOffset>
                </wp:positionV>
                <wp:extent cx="4114800" cy="4114800"/>
                <wp:effectExtent l="16510" t="19050" r="21590" b="19050"/>
                <wp:wrapNone/>
                <wp:docPr id="4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rgbClr val="F9C499"/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2700000" scaled="1"/>
                        </a:gradFill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BC5069" id="Oval 41" o:spid="_x0000_s1026" style="position:absolute;margin-left:53.05pt;margin-top:337.5pt;width:324pt;height:324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" fillcolor="#b2a3c6 [1943]" strokecolor="#969696" strokeweight="2.25pt">
                <v:fill color2="#f9c499" rotate="t" angle="45" focus="50%" type="gradien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5595620</wp:posOffset>
                </wp:positionV>
                <wp:extent cx="1481455" cy="1481455"/>
                <wp:effectExtent l="16510" t="23495" r="16510" b="19050"/>
                <wp:wrapNone/>
                <wp:docPr id="3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1455" cy="14814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CB0EC0" id="Oval 35" o:spid="_x0000_s1026" style="position:absolute;margin-left:156.55pt;margin-top:440.6pt;width:116.65pt;height:116.6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" fillcolor="white [3212]" strokecolor="#969696" strokeweight="2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5" behindDoc="1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4286250</wp:posOffset>
                </wp:positionV>
                <wp:extent cx="4114800" cy="4114800"/>
                <wp:effectExtent l="16510" t="19050" r="21590" b="19050"/>
                <wp:wrapNone/>
                <wp:docPr id="2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chemeClr val="accent5">
                                      <a:lumMod val="100000"/>
                                      <a:lumOff val="0"/>
                                      <a:alpha val="50000"/>
                                    </a:schemeClr>
                                  </a:gs>
                                  <a:gs pos="50000">
                                    <a:srgbClr val="FFFFFF">
                                      <a:alpha val="50000"/>
                                    </a:srgbClr>
                                  </a:gs>
                                  <a:gs pos="100000">
                                    <a:schemeClr val="accent5">
                                      <a:lumMod val="100000"/>
                                      <a:lumOff val="0"/>
                                      <a:alpha val="50000"/>
                                    </a:schemeClr>
                                  </a:gs>
                                </a:gsLst>
                                <a:lin ang="2700000" scaled="1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FB08A6" id="Oval 34" o:spid="_x0000_s1026" style="position:absolute;margin-left:53.05pt;margin-top:337.5pt;width:324pt;height:324pt;z-index:-2516490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" filled="f" fillcolor="#4bacc6 [3208]" strokecolor="#969696" strokeweight="2.25pt">
                <v:fill opacity=".5" o:opacity2=".5" rotate="t" angle="45" focus="50%" type="gradien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1987550</wp:posOffset>
                </wp:positionH>
                <wp:positionV relativeFrom="paragraph">
                  <wp:posOffset>5594985</wp:posOffset>
                </wp:positionV>
                <wp:extent cx="1481455" cy="1481455"/>
                <wp:effectExtent l="15875" t="22860" r="17145" b="19685"/>
                <wp:wrapNone/>
                <wp:docPr id="1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1455" cy="14814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FAA65B" id="Oval 9" o:spid="_x0000_s1026" style="position:absolute;margin-left:156.5pt;margin-top:440.55pt;width:116.65pt;height:116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" fillcolor="white [3212]" strokecolor="#969696" strokeweight="2.25pt"/>
            </w:pict>
          </mc:Fallback>
        </mc:AlternateContent>
      </w:r>
    </w:p>
    <w:sectPr w:rsidR="006B6C92" w:rsidSect="00281FE9">
      <w:pgSz w:w="11907" w:h="16839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_GB2312"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73E82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B4FA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CDA60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696CEB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5D1"/>
    <w:rsid w:val="00281FE9"/>
    <w:rsid w:val="00412378"/>
    <w:rsid w:val="006B6C92"/>
    <w:rsid w:val="00B475D1"/>
    <w:rsid w:val="00DB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23044B3-3E9C-4BF7-9130-A20545A2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75D1"/>
    <w:pPr>
      <w:spacing w:after="0" w:line="240" w:lineRule="auto"/>
    </w:pPr>
    <w:rPr>
      <w:sz w:val="18"/>
      <w:lang w:val="de-DE"/>
    </w:rPr>
  </w:style>
  <w:style w:type="paragraph" w:styleId="berschrift1">
    <w:name w:val="heading 1"/>
    <w:basedOn w:val="Standard"/>
    <w:next w:val="Standard"/>
    <w:link w:val="berschrift1Zchn"/>
    <w:uiPriority w:val="1"/>
    <w:semiHidden/>
    <w:unhideWhenUsed/>
    <w:qFormat/>
    <w:rsid w:val="00B475D1"/>
    <w:pPr>
      <w:outlineLvl w:val="0"/>
    </w:pPr>
    <w:rPr>
      <w:rFonts w:asciiTheme="majorHAnsi" w:hAnsiTheme="majorHAnsi"/>
      <w:caps/>
      <w:spacing w:val="20"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semiHidden/>
    <w:rsid w:val="00B475D1"/>
    <w:rPr>
      <w:rFonts w:asciiTheme="majorHAnsi" w:hAnsiTheme="majorHAnsi"/>
      <w:caps/>
      <w:spacing w:val="20"/>
      <w:sz w:val="36"/>
    </w:rPr>
  </w:style>
  <w:style w:type="paragraph" w:customStyle="1" w:styleId="CDDate">
    <w:name w:val="CD Date"/>
    <w:basedOn w:val="Standard"/>
    <w:qFormat/>
    <w:rsid w:val="00B475D1"/>
    <w:rPr>
      <w:i/>
      <w:sz w:val="20"/>
    </w:rPr>
  </w:style>
  <w:style w:type="paragraph" w:customStyle="1" w:styleId="Description">
    <w:name w:val="Description"/>
    <w:basedOn w:val="Standard"/>
    <w:qFormat/>
    <w:rsid w:val="00B475D1"/>
    <w:pPr>
      <w:spacing w:line="264" w:lineRule="auto"/>
    </w:pPr>
  </w:style>
  <w:style w:type="character" w:styleId="Platzhaltertext">
    <w:name w:val="Placeholder Text"/>
    <w:basedOn w:val="Absatz-Standardschriftart"/>
    <w:uiPriority w:val="99"/>
    <w:semiHidden/>
    <w:rsid w:val="00B475D1"/>
    <w:rPr>
      <w:color w:val="808080"/>
    </w:rPr>
  </w:style>
  <w:style w:type="paragraph" w:customStyle="1" w:styleId="CDTitle">
    <w:name w:val="CD Title"/>
    <w:basedOn w:val="Standard"/>
    <w:qFormat/>
    <w:rsid w:val="00B475D1"/>
    <w:pPr>
      <w:outlineLvl w:val="0"/>
    </w:pPr>
    <w:rPr>
      <w:rFonts w:asciiTheme="majorHAnsi" w:hAnsiTheme="majorHAnsi"/>
      <w:caps/>
      <w:spacing w:val="20"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75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75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PlaceholderAutotext_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6F662-3CD1-4845-950A-976104C43091}"/>
      </w:docPartPr>
      <w:docPartBody>
        <w:p w:rsidR="00BB5F35" w:rsidRDefault="007E2971">
          <w:pPr>
            <w:pStyle w:val="PlaceholderAutotext32"/>
          </w:pPr>
          <w:r>
            <w:rPr>
              <w:rFonts w:ascii="Tahoma" w:hAnsi="Tahoma" w:cs="Tahoma"/>
              <w:b/>
              <w:szCs w:val="20"/>
            </w:rPr>
            <w:t>[Pick the date]</w:t>
          </w:r>
        </w:p>
      </w:docPartBody>
    </w:docPart>
    <w:docPart>
      <w:docPartPr>
        <w:name w:val="E1DDD973526E4672B7D265AB224B9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8EB70-74AC-4E4B-95AD-04EB3FB2F192}"/>
      </w:docPartPr>
      <w:docPartBody>
        <w:p w:rsidR="00BB5F35" w:rsidRDefault="007E2971">
          <w:pPr>
            <w:pStyle w:val="E1DDD973526E4672B7D265AB224B9E7B"/>
          </w:pPr>
          <w:r>
            <w:rPr>
              <w:rStyle w:val="Platzhaltertext"/>
            </w:rPr>
            <w:t>[CD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_GB2312"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embedSystemFonts/>
  <w:defaultTabStop w:val="720"/>
  <w:hyphenationZone w:val="425"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</w:compat>
  <w:rsids>
    <w:rsidRoot w:val="007E2971"/>
    <w:rsid w:val="002840D9"/>
    <w:rsid w:val="007E2971"/>
    <w:rsid w:val="00BB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E2971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E2971"/>
    <w:rPr>
      <w:color w:val="808080"/>
    </w:rPr>
  </w:style>
  <w:style w:type="paragraph" w:customStyle="1" w:styleId="PlaceholderAutotext0">
    <w:name w:val="PlaceholderAutotext_0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36"/>
    </w:rPr>
  </w:style>
  <w:style w:type="paragraph" w:customStyle="1" w:styleId="PlaceholderAutotext01">
    <w:name w:val="PlaceholderAutotext_01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36"/>
    </w:rPr>
  </w:style>
  <w:style w:type="paragraph" w:customStyle="1" w:styleId="PlaceholderAutotext1">
    <w:name w:val="PlaceholderAutotext_1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36"/>
    </w:rPr>
  </w:style>
  <w:style w:type="paragraph" w:customStyle="1" w:styleId="PlaceholderAutotext11">
    <w:name w:val="PlaceholderAutotext_11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36"/>
    </w:rPr>
  </w:style>
  <w:style w:type="paragraph" w:customStyle="1" w:styleId="PlaceholderAutotext2">
    <w:name w:val="PlaceholderAutotext_2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36"/>
    </w:rPr>
  </w:style>
  <w:style w:type="paragraph" w:customStyle="1" w:styleId="PlaceholderAutotext3">
    <w:name w:val="PlaceholderAutotext_3"/>
    <w:rsid w:val="007E2971"/>
    <w:pPr>
      <w:spacing w:after="0" w:line="240" w:lineRule="auto"/>
    </w:pPr>
    <w:rPr>
      <w:rFonts w:eastAsiaTheme="minorHAnsi"/>
      <w:i/>
      <w:sz w:val="24"/>
    </w:rPr>
  </w:style>
  <w:style w:type="paragraph" w:customStyle="1" w:styleId="PlaceholderAutotext31">
    <w:name w:val="PlaceholderAutotext_31"/>
    <w:rsid w:val="007E2971"/>
    <w:pPr>
      <w:spacing w:after="0" w:line="240" w:lineRule="auto"/>
    </w:pPr>
    <w:rPr>
      <w:rFonts w:eastAsiaTheme="minorHAnsi"/>
      <w:i/>
      <w:sz w:val="24"/>
    </w:rPr>
  </w:style>
  <w:style w:type="paragraph" w:customStyle="1" w:styleId="PlaceholderAutotext4">
    <w:name w:val="PlaceholderAutotext_4"/>
    <w:rsid w:val="007E2971"/>
    <w:pPr>
      <w:spacing w:after="0" w:line="240" w:lineRule="auto"/>
    </w:pPr>
    <w:rPr>
      <w:rFonts w:eastAsiaTheme="minorHAnsi"/>
      <w:i/>
      <w:sz w:val="24"/>
    </w:rPr>
  </w:style>
  <w:style w:type="paragraph" w:customStyle="1" w:styleId="PlaceholderAutotext5">
    <w:name w:val="PlaceholderAutotext_5"/>
    <w:rsid w:val="007E2971"/>
    <w:pPr>
      <w:spacing w:after="0" w:line="264" w:lineRule="auto"/>
    </w:pPr>
    <w:rPr>
      <w:rFonts w:eastAsiaTheme="minorHAnsi"/>
      <w:sz w:val="18"/>
    </w:rPr>
  </w:style>
  <w:style w:type="paragraph" w:customStyle="1" w:styleId="PlaceholderAutotext51">
    <w:name w:val="PlaceholderAutotext_51"/>
    <w:rsid w:val="007E2971"/>
    <w:pPr>
      <w:spacing w:after="0" w:line="264" w:lineRule="auto"/>
    </w:pPr>
    <w:rPr>
      <w:rFonts w:eastAsiaTheme="minorHAnsi"/>
      <w:sz w:val="18"/>
    </w:rPr>
  </w:style>
  <w:style w:type="paragraph" w:customStyle="1" w:styleId="PlaceholderAutotext52">
    <w:name w:val="PlaceholderAutotext_52"/>
    <w:rsid w:val="007E2971"/>
    <w:pPr>
      <w:spacing w:after="0" w:line="264" w:lineRule="auto"/>
    </w:pPr>
    <w:rPr>
      <w:rFonts w:eastAsiaTheme="minorHAnsi"/>
      <w:sz w:val="18"/>
    </w:rPr>
  </w:style>
  <w:style w:type="paragraph" w:customStyle="1" w:styleId="PlaceholderAutotext53">
    <w:name w:val="PlaceholderAutotext_53"/>
    <w:rsid w:val="007E2971"/>
    <w:pPr>
      <w:spacing w:after="0" w:line="264" w:lineRule="auto"/>
    </w:pPr>
    <w:rPr>
      <w:rFonts w:eastAsiaTheme="minorHAnsi"/>
      <w:sz w:val="18"/>
    </w:rPr>
  </w:style>
  <w:style w:type="paragraph" w:customStyle="1" w:styleId="E1DDD973526E4672B7D265AB224B9E7B">
    <w:name w:val="E1DDD973526E4672B7D265AB224B9E7B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28"/>
    </w:rPr>
  </w:style>
  <w:style w:type="paragraph" w:customStyle="1" w:styleId="PlaceholderAutotext32">
    <w:name w:val="PlaceholderAutotext_32"/>
    <w:rsid w:val="007E2971"/>
    <w:pPr>
      <w:spacing w:after="0" w:line="240" w:lineRule="auto"/>
    </w:pPr>
    <w:rPr>
      <w:rFonts w:eastAsiaTheme="minorHAnsi"/>
      <w:i/>
      <w:sz w:val="20"/>
    </w:rPr>
  </w:style>
  <w:style w:type="paragraph" w:customStyle="1" w:styleId="3E9DA27D7F0341AFB9CAB6F12195585E">
    <w:name w:val="3E9DA27D7F0341AFB9CAB6F12195585E"/>
    <w:rsid w:val="007E2971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28"/>
    </w:rPr>
  </w:style>
  <w:style w:type="paragraph" w:customStyle="1" w:styleId="PlaceholderAutotext41">
    <w:name w:val="PlaceholderAutotext_41"/>
    <w:rsid w:val="007E2971"/>
    <w:pPr>
      <w:spacing w:after="0" w:line="240" w:lineRule="auto"/>
    </w:pPr>
    <w:rPr>
      <w:rFonts w:eastAsiaTheme="minorHAnsi"/>
      <w:i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Deluxe">
      <a:majorFont>
        <a:latin typeface="Corbel"/>
        <a:ea typeface=""/>
        <a:cs typeface=""/>
        <a:font script="Jpan" typeface="HGｺﾞｼｯｸM"/>
        <a:font script="Hang" typeface="HY엽서L"/>
        <a:font script="Hans" typeface="楷体_GB2312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楷体_GB2312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0AB91781-7C40-4EC3-932A-62BD2E891D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20179A-9725-4457-BB73-7D4E4A6E0E48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Ue1_CDDVD-Aufschriften.docx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CD/DVD face labels</vt:lpstr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Meine CD-HÜlle</dc:title>
  <dc:subject/>
  <dc:creator>Kerstin Armbrust-Krinn</dc:creator>
  <cp:keywords/>
  <cp:lastModifiedBy>Kerstin Armbrust-Krinn</cp:lastModifiedBy>
  <cp:revision>2</cp:revision>
  <cp:lastPrinted>2006-08-01T17:47:00Z</cp:lastPrinted>
  <dcterms:created xsi:type="dcterms:W3CDTF">2014-04-25T09:32:00Z</dcterms:created>
  <dcterms:modified xsi:type="dcterms:W3CDTF">2014-04-25T09:32:00Z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TC101695589990</vt:lpwstr>
  </property>
</Properties>
</file>